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266A52C2" w:rsidR="00F422D3" w:rsidRDefault="00F422D3" w:rsidP="00BB1390">
      <w:pPr>
        <w:pStyle w:val="Titul2"/>
      </w:pPr>
      <w:r>
        <w:t xml:space="preserve">Název </w:t>
      </w:r>
      <w:r w:rsidRPr="00BB1390">
        <w:t>zakázky</w:t>
      </w:r>
      <w:r>
        <w:t>: „</w:t>
      </w:r>
      <w:r w:rsidR="009A052C" w:rsidRPr="009A052C">
        <w:t>Výstavba přejezdu P7699 v km 0,696 Milotice nad Opavou – Vrbno pod Pradědem</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C19B55C" w:rsidR="00F422D3" w:rsidRDefault="00F422D3" w:rsidP="00B42F40">
      <w:pPr>
        <w:pStyle w:val="Textbezodsazen"/>
      </w:pPr>
      <w:r>
        <w:t>ISPROFOND</w:t>
      </w:r>
      <w:r w:rsidR="00A07DDA">
        <w:t>/SUBISPROFIN</w:t>
      </w:r>
      <w:r>
        <w:t xml:space="preserve">: </w:t>
      </w:r>
      <w:r w:rsidR="006009DC">
        <w:t>3273514800/5813530048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B56EDD0" w:rsidR="007D26F9" w:rsidRDefault="007D26F9" w:rsidP="00BC5BDD">
      <w:pPr>
        <w:pStyle w:val="Text1-1"/>
      </w:pPr>
      <w:r>
        <w:t xml:space="preserve">Objednatel oznámil </w:t>
      </w:r>
      <w:r w:rsidR="00121010" w:rsidRPr="009A052C">
        <w:t xml:space="preserve">uveřejněním na Profilu zadavatele: </w:t>
      </w:r>
      <w:hyperlink r:id="rId11" w:history="1">
        <w:r w:rsidR="00121010" w:rsidRPr="009A052C">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9A052C" w:rsidRPr="009A052C">
        <w:rPr>
          <w:rStyle w:val="Tun"/>
        </w:rPr>
        <w:t>Výstavba přejezdu P7699 v km 0,696 Milotice nad Opavou – Vrbno pod Pradědem</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1B06B8FF"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9A052C">
        <w:rPr>
          <w:rStyle w:val="Tun"/>
        </w:rPr>
        <w:t>16</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2D1E28F" w:rsidR="007D26F9" w:rsidRDefault="007D26F9" w:rsidP="00BC5BDD">
      <w:pPr>
        <w:pStyle w:val="Textbezslovn"/>
      </w:pPr>
      <w:r w:rsidRPr="00517C97">
        <w:rPr>
          <w:b/>
        </w:rPr>
        <w:t>Lhůta pro dokončení stavebních prací</w:t>
      </w:r>
      <w:r>
        <w:t xml:space="preserve"> činí celkem </w:t>
      </w:r>
      <w:r w:rsidR="009A052C">
        <w:rPr>
          <w:rStyle w:val="Tun"/>
        </w:rPr>
        <w:t xml:space="preserve">10 </w:t>
      </w:r>
      <w:r w:rsidRPr="008F7242">
        <w:rPr>
          <w:rStyle w:val="Tun"/>
        </w:rPr>
        <w:t>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4DEBF696" w:rsidR="002D7AA5" w:rsidRPr="009A12BD" w:rsidRDefault="00E00CD2" w:rsidP="002D7AA5">
      <w:pPr>
        <w:pStyle w:val="Odrka1-3"/>
        <w:numPr>
          <w:ilvl w:val="0"/>
          <w:numId w:val="0"/>
        </w:numPr>
        <w:ind w:left="709"/>
      </w:pPr>
      <w:r w:rsidRPr="009A052C">
        <w:rPr>
          <w:b/>
          <w:bCs/>
        </w:rPr>
        <w:t>Následná</w:t>
      </w:r>
      <w:r w:rsidRPr="009A052C">
        <w:rPr>
          <w:bCs/>
        </w:rPr>
        <w:t xml:space="preserve"> </w:t>
      </w:r>
      <w:r w:rsidRPr="009A052C">
        <w:rPr>
          <w:b/>
          <w:bCs/>
        </w:rPr>
        <w:t>úprava směrového a výškového uspořádání koleje</w:t>
      </w:r>
      <w:r w:rsidRPr="009A052C">
        <w:rPr>
          <w:bCs/>
        </w:rPr>
        <w:t xml:space="preserve">, která se týká </w:t>
      </w:r>
      <w:r w:rsidR="009A052C" w:rsidRPr="009A052C">
        <w:rPr>
          <w:b/>
        </w:rPr>
        <w:t>SO 01-10-02.1 Železniční svršek-následná úprava GPK</w:t>
      </w:r>
      <w:r w:rsidRPr="009A052C">
        <w:rPr>
          <w:bCs/>
        </w:rPr>
        <w:t xml:space="preserve">, bude provedena do </w:t>
      </w:r>
      <w:r w:rsidR="009A052C" w:rsidRPr="009A052C">
        <w:rPr>
          <w:b/>
          <w:bCs/>
        </w:rPr>
        <w:t>5</w:t>
      </w:r>
      <w:r w:rsidRPr="009A052C">
        <w:rPr>
          <w:b/>
          <w:bCs/>
        </w:rPr>
        <w:t xml:space="preserve"> měsíců</w:t>
      </w:r>
      <w:r w:rsidRPr="009A052C">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9A052C">
        <w:rPr>
          <w:bCs/>
        </w:rPr>
        <w:t xml:space="preserve"> </w:t>
      </w:r>
    </w:p>
    <w:p w14:paraId="07B97483" w14:textId="79111EFE" w:rsidR="007D26F9" w:rsidRPr="009A052C" w:rsidRDefault="007D26F9" w:rsidP="009A052C">
      <w:pPr>
        <w:pStyle w:val="Textbezslovn"/>
      </w:pPr>
      <w:r w:rsidRPr="003E7501">
        <w:rPr>
          <w:b/>
        </w:rPr>
        <w:t xml:space="preserve">Předání </w:t>
      </w:r>
      <w:r w:rsidRPr="009A052C">
        <w:rPr>
          <w:b/>
        </w:rPr>
        <w:t>posouzení interoperability</w:t>
      </w:r>
      <w:r w:rsidRPr="009A052C">
        <w:t>, včetně zajištění všech souvisejících dokladů, podle ust. § 49b zákona 266/1994 Sb.</w:t>
      </w:r>
      <w:r w:rsidR="001624A7" w:rsidRPr="009A052C">
        <w:t>, o dráhách,</w:t>
      </w:r>
      <w:r w:rsidRPr="009A052C">
        <w:t xml:space="preserve"> ve znění pozdějších předpisů, </w:t>
      </w:r>
      <w:r w:rsidRPr="009A052C">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w:t>
      </w:r>
      <w:r>
        <w:lastRenderedPageBreak/>
        <w:t>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62744D1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9A052C" w:rsidRDefault="007A0137" w:rsidP="007A0137">
      <w:pPr>
        <w:pStyle w:val="Text1-1"/>
        <w:numPr>
          <w:ilvl w:val="1"/>
          <w:numId w:val="9"/>
        </w:numPr>
      </w:pPr>
      <w:r w:rsidRPr="009A052C">
        <w:t>Objednatel si vyhrazuje:</w:t>
      </w:r>
    </w:p>
    <w:p w14:paraId="38C30A41" w14:textId="77777777" w:rsidR="007A0137" w:rsidRPr="009A052C" w:rsidRDefault="007A0137" w:rsidP="007A0137">
      <w:pPr>
        <w:pStyle w:val="Text1-2"/>
        <w:numPr>
          <w:ilvl w:val="0"/>
          <w:numId w:val="0"/>
        </w:numPr>
        <w:ind w:left="1134"/>
      </w:pPr>
      <w:r w:rsidRPr="009A052C">
        <w:t>požadavek, že ní</w:t>
      </w:r>
      <w:r w:rsidRPr="009A052C">
        <w:rPr>
          <w:rStyle w:val="Text1-2Char"/>
        </w:rPr>
        <w:t>ž</w:t>
      </w:r>
      <w:r w:rsidRPr="009A052C">
        <w:t>e uvedené významné činnosti při plnění veřejné zakázky musí být plněny přímo Zhotovitelem jeho vlastními prostředky:</w:t>
      </w:r>
    </w:p>
    <w:p w14:paraId="1ABCCAB2" w14:textId="275ECD02" w:rsidR="007A0137" w:rsidRPr="009A052C" w:rsidRDefault="009A052C" w:rsidP="009A052C">
      <w:pPr>
        <w:pStyle w:val="Odrka1-3"/>
        <w:numPr>
          <w:ilvl w:val="2"/>
          <w:numId w:val="6"/>
        </w:numPr>
        <w:rPr>
          <w:b/>
          <w:bCs/>
        </w:rPr>
      </w:pPr>
      <w:r w:rsidRPr="009A052C">
        <w:rPr>
          <w:b/>
          <w:bCs/>
        </w:rPr>
        <w:t>Realizace spočívající v dodávce a montáži technologického zařízení v rámci: PS 01-01-32 Přejezdové zabezpečovací zařízení (vyjma výkopových prací a zeměměřických měření)</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569C1D39" w:rsidR="007A0137" w:rsidRPr="009A052C" w:rsidRDefault="007A0137" w:rsidP="009A052C">
      <w:pPr>
        <w:pStyle w:val="Text1-1"/>
        <w:numPr>
          <w:ilvl w:val="1"/>
          <w:numId w:val="9"/>
        </w:numPr>
      </w:pPr>
      <w:r w:rsidRPr="009A052C">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21D14F1C" w:rsidR="007D26F9" w:rsidRDefault="007D26F9" w:rsidP="00342DC7">
      <w:pPr>
        <w:pStyle w:val="Textbezslovn"/>
      </w:pPr>
      <w:r w:rsidRPr="00A349C6">
        <w:rPr>
          <w:b/>
        </w:rPr>
        <w:t>Příloha č. 1:</w:t>
      </w:r>
      <w:r w:rsidR="008F7242">
        <w:t xml:space="preserve"> </w:t>
      </w:r>
      <w:r w:rsidR="008F7242">
        <w:tab/>
      </w:r>
      <w:r>
        <w:t xml:space="preserve">Obchodní podmínky – </w:t>
      </w:r>
      <w:r w:rsidR="009A052C" w:rsidRPr="009A052C">
        <w:rPr>
          <w:b/>
          <w:bCs/>
        </w:rPr>
        <w:t>OP/R/30/24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0E52CE5" w:rsidR="007D26F9" w:rsidRDefault="00F43D42" w:rsidP="00F43D42">
      <w:pPr>
        <w:pStyle w:val="Textbezslovn"/>
        <w:ind w:left="2127"/>
      </w:pPr>
      <w:r>
        <w:t xml:space="preserve">b) </w:t>
      </w:r>
      <w:r w:rsidR="007D26F9">
        <w:t xml:space="preserve">Všeobecné technické podmínky – </w:t>
      </w:r>
      <w:r w:rsidR="009A052C" w:rsidRPr="009A052C">
        <w:rPr>
          <w:b/>
          <w:bCs/>
        </w:rPr>
        <w:t>VTP/R/16/22</w:t>
      </w:r>
    </w:p>
    <w:p w14:paraId="239F0F49" w14:textId="7D0C168A" w:rsidR="007D26F9" w:rsidRPr="009A052C" w:rsidRDefault="00F43D42" w:rsidP="00F43D42">
      <w:pPr>
        <w:pStyle w:val="Textbezslovn"/>
        <w:ind w:left="2127"/>
      </w:pPr>
      <w:r>
        <w:t xml:space="preserve">c) </w:t>
      </w:r>
      <w:r w:rsidR="007D26F9">
        <w:t xml:space="preserve">Zvláštní technické podmínky </w:t>
      </w:r>
      <w:r w:rsidR="009A052C">
        <w:t xml:space="preserve">– </w:t>
      </w:r>
      <w:r w:rsidR="009A052C" w:rsidRPr="009A052C">
        <w:rPr>
          <w:b/>
          <w:bCs/>
        </w:rPr>
        <w:t>ZTP „Výstavba přejezdu P7699 v km 0,696 Milotice nad Opavou – Vrbno pod Pradědem“</w:t>
      </w:r>
      <w:r w:rsidR="009A052C">
        <w:rPr>
          <w:b/>
          <w:bCs/>
        </w:rPr>
        <w:t xml:space="preserve"> </w:t>
      </w:r>
      <w:r w:rsidR="009A052C">
        <w:t>ze dne 03.09.2024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CB7C722" w14:textId="77777777" w:rsidR="009A052C" w:rsidRPr="009A052C" w:rsidRDefault="009A052C" w:rsidP="00CB4F6D">
      <w:pPr>
        <w:pStyle w:val="Textbezodsazen"/>
        <w:rPr>
          <w:b/>
          <w:bCs/>
        </w:rPr>
      </w:pPr>
      <w:r w:rsidRPr="009A052C">
        <w:rPr>
          <w:b/>
          <w:bCs/>
        </w:rPr>
        <w:t>OP/R/30/24</w:t>
      </w:r>
    </w:p>
    <w:p w14:paraId="650FE39A" w14:textId="49855FC4"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r w:rsidRPr="00EF09EB">
        <w:t xml:space="preserve">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r>
        <w:t>ust.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7C9808B4"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A052C" w:rsidRPr="009A052C">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r w:rsidRPr="00EF09EB">
        <w:t xml:space="preserve">ust. § 1751 občanského zákoníku </w:t>
      </w:r>
      <w:r>
        <w:t>Všeobecné</w:t>
      </w:r>
      <w:r w:rsidRPr="00EF09EB">
        <w:t xml:space="preserve"> technické podmínky tvoří část obsahu Smlouvy.</w:t>
      </w:r>
    </w:p>
    <w:p w14:paraId="3FCF186D" w14:textId="15FFE929" w:rsidR="00342DC7" w:rsidRDefault="00342DC7" w:rsidP="00E84916">
      <w:pPr>
        <w:pStyle w:val="Odstavec1-1a"/>
        <w:numPr>
          <w:ilvl w:val="0"/>
          <w:numId w:val="13"/>
        </w:numPr>
        <w:tabs>
          <w:tab w:val="clear" w:pos="1475"/>
          <w:tab w:val="num" w:pos="1077"/>
        </w:tabs>
        <w:ind w:left="1077"/>
        <w:rPr>
          <w:b/>
        </w:rPr>
      </w:pPr>
      <w:r w:rsidRPr="00AE4B52">
        <w:rPr>
          <w:rStyle w:val="Tun"/>
        </w:rPr>
        <w:t>Zvláštní technické podmínky</w:t>
      </w:r>
      <w:r w:rsidR="009A052C">
        <w:rPr>
          <w:rStyle w:val="Tun"/>
        </w:rPr>
        <w:t xml:space="preserve"> -</w:t>
      </w:r>
      <w:r w:rsidRPr="00AE4B52">
        <w:rPr>
          <w:rStyle w:val="Tun"/>
        </w:rPr>
        <w:t xml:space="preserve"> </w:t>
      </w:r>
      <w:r w:rsidR="009A052C" w:rsidRPr="009A052C">
        <w:rPr>
          <w:b/>
        </w:rPr>
        <w:t>ZTP „Výstavba přejezdu P7699 v km 0,696 Milotice nad Opavou – Vrbno pod Pradědem“ ze dne 03.09.2024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r w:rsidRPr="00714D21">
        <w:t>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8F8748E" w14:textId="77777777" w:rsidR="009A052C" w:rsidRPr="009A052C" w:rsidRDefault="009A052C" w:rsidP="009A052C">
      <w:pPr>
        <w:pStyle w:val="Odrka1-1"/>
      </w:pPr>
      <w:r w:rsidRPr="009A052C">
        <w:t>DUSP + PDPS – „Výstavba PZS přejezdu P7699 v km 0,696 trati Milotice nad Opavou – Vrbno pod Pradědem“, zpracovatel AFRY CZ s.r.o., Magistrů 1275/13, 140 00 Praha 4, IČO 45306605, datum 9/2021</w:t>
      </w:r>
    </w:p>
    <w:p w14:paraId="38BCEE55" w14:textId="78EEB0DE" w:rsidR="00AE4B52" w:rsidRPr="009A052C" w:rsidRDefault="009A052C" w:rsidP="009A052C">
      <w:pPr>
        <w:pStyle w:val="Odrka1-1"/>
        <w:numPr>
          <w:ilvl w:val="0"/>
          <w:numId w:val="0"/>
        </w:numPr>
        <w:ind w:left="709"/>
        <w:rPr>
          <w:color w:val="FF0000"/>
        </w:rPr>
      </w:pPr>
      <w:r w:rsidRPr="009A052C">
        <w:t>•</w:t>
      </w:r>
      <w:r>
        <w:t xml:space="preserve">    </w:t>
      </w:r>
      <w:r w:rsidRPr="009A052C">
        <w:t>Stavební povolení bude 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5B96E4B0" w14:textId="77777777" w:rsidR="009A052C" w:rsidRPr="00DB53E6" w:rsidRDefault="009A052C" w:rsidP="009A052C">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9A052C" w:rsidRPr="00DB53E6" w14:paraId="78190ED9" w14:textId="77777777" w:rsidTr="00EC26C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D02800" w14:textId="77777777" w:rsidR="009A052C" w:rsidRPr="00DB53E6" w:rsidRDefault="009A052C" w:rsidP="00EC26CF">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3A9B6FB4" w14:textId="77777777" w:rsidR="009A052C" w:rsidRPr="00DB53E6" w:rsidRDefault="009A052C" w:rsidP="00EC26CF">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Ing. Miroslav Bocák, ředitel Stavební správy východ</w:t>
            </w:r>
            <w:r w:rsidRPr="00DB53E6">
              <w:rPr>
                <w:sz w:val="18"/>
                <w:szCs w:val="18"/>
                <w:highlight w:val="green"/>
                <w:lang w:eastAsia="en-US"/>
              </w:rPr>
              <w:t xml:space="preserve"> </w:t>
            </w:r>
          </w:p>
        </w:tc>
      </w:tr>
      <w:tr w:rsidR="009A052C" w:rsidRPr="00DB53E6" w14:paraId="00A77A78" w14:textId="77777777" w:rsidTr="00EC26C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5B9F74" w14:textId="77777777" w:rsidR="009A052C" w:rsidRPr="00DB53E6" w:rsidRDefault="009A052C" w:rsidP="00EC26CF">
            <w:pPr>
              <w:spacing w:before="40" w:after="40" w:line="240" w:lineRule="auto"/>
              <w:jc w:val="both"/>
              <w:rPr>
                <w:sz w:val="18"/>
                <w:szCs w:val="18"/>
                <w:lang w:eastAsia="en-US"/>
              </w:rPr>
            </w:pPr>
            <w:r w:rsidRPr="00DB53E6">
              <w:rPr>
                <w:sz w:val="18"/>
                <w:szCs w:val="18"/>
                <w:lang w:eastAsia="en-US"/>
              </w:rPr>
              <w:t>Adresa</w:t>
            </w:r>
          </w:p>
        </w:tc>
        <w:tc>
          <w:tcPr>
            <w:tcW w:w="5812" w:type="dxa"/>
          </w:tcPr>
          <w:p w14:paraId="7A011275" w14:textId="77777777" w:rsidR="009A052C" w:rsidRPr="00DB53E6" w:rsidRDefault="009A052C" w:rsidP="00EC26CF">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162E134F" w14:textId="77777777" w:rsidR="009A052C" w:rsidRPr="00DB53E6" w:rsidRDefault="009A052C" w:rsidP="00EC26CF">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9A052C" w:rsidRPr="00DB53E6" w14:paraId="26EB7E20" w14:textId="77777777" w:rsidTr="00EC26C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120CFC" w14:textId="77777777" w:rsidR="009A052C" w:rsidRPr="00DB53E6" w:rsidRDefault="009A052C" w:rsidP="00EC26CF">
            <w:pPr>
              <w:spacing w:before="40" w:after="40" w:line="240" w:lineRule="auto"/>
              <w:jc w:val="both"/>
              <w:rPr>
                <w:sz w:val="18"/>
                <w:szCs w:val="18"/>
                <w:lang w:eastAsia="en-US"/>
              </w:rPr>
            </w:pPr>
            <w:r w:rsidRPr="00DB53E6">
              <w:rPr>
                <w:sz w:val="18"/>
                <w:szCs w:val="18"/>
                <w:lang w:eastAsia="en-US"/>
              </w:rPr>
              <w:t>E-mail</w:t>
            </w:r>
          </w:p>
        </w:tc>
        <w:tc>
          <w:tcPr>
            <w:tcW w:w="5812" w:type="dxa"/>
          </w:tcPr>
          <w:p w14:paraId="3388ECA6" w14:textId="77777777" w:rsidR="009A052C" w:rsidRPr="00DB53E6" w:rsidRDefault="009A052C" w:rsidP="00EC26CF">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Pr="00DB53E6">
                <w:rPr>
                  <w:noProof/>
                  <w:color w:val="0563C1" w:themeColor="hyperlink"/>
                  <w:sz w:val="18"/>
                  <w:szCs w:val="18"/>
                  <w:u w:val="single"/>
                  <w:lang w:eastAsia="en-US"/>
                </w:rPr>
                <w:t>Bocak@spravazeleznic.cz</w:t>
              </w:r>
            </w:hyperlink>
          </w:p>
        </w:tc>
      </w:tr>
      <w:tr w:rsidR="009A052C" w:rsidRPr="00DB53E6" w14:paraId="48D1CFEB" w14:textId="77777777" w:rsidTr="00EC26C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525D57" w14:textId="77777777" w:rsidR="009A052C" w:rsidRPr="00DB53E6" w:rsidRDefault="009A052C" w:rsidP="00EC26CF">
            <w:pPr>
              <w:spacing w:before="40" w:after="40" w:line="240" w:lineRule="auto"/>
              <w:jc w:val="both"/>
              <w:rPr>
                <w:sz w:val="18"/>
                <w:szCs w:val="18"/>
                <w:lang w:eastAsia="en-US"/>
              </w:rPr>
            </w:pPr>
            <w:r w:rsidRPr="00DB53E6">
              <w:rPr>
                <w:sz w:val="18"/>
                <w:szCs w:val="18"/>
                <w:lang w:eastAsia="en-US"/>
              </w:rPr>
              <w:t>Telefon</w:t>
            </w:r>
          </w:p>
        </w:tc>
        <w:tc>
          <w:tcPr>
            <w:tcW w:w="5812" w:type="dxa"/>
          </w:tcPr>
          <w:p w14:paraId="79D3AE47" w14:textId="77777777" w:rsidR="009A052C" w:rsidRPr="00DB53E6" w:rsidRDefault="009A052C" w:rsidP="00EC26CF">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34223ED1" w14:textId="77777777" w:rsidR="009A052C" w:rsidRPr="00E42B43" w:rsidRDefault="009A052C" w:rsidP="009A052C">
      <w:pPr>
        <w:pStyle w:val="Text2-1"/>
        <w:numPr>
          <w:ilvl w:val="0"/>
          <w:numId w:val="0"/>
        </w:numPr>
        <w:ind w:left="737" w:hanging="737"/>
      </w:pPr>
    </w:p>
    <w:p w14:paraId="20D0A69A" w14:textId="77777777" w:rsidR="009A052C" w:rsidRPr="00F95FBD" w:rsidRDefault="009A052C" w:rsidP="009A052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A052C" w:rsidRPr="00F95FBD" w14:paraId="4E432637" w14:textId="77777777" w:rsidTr="00EC26C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943124" w14:textId="77777777" w:rsidR="009A052C" w:rsidRPr="00F95FBD" w:rsidRDefault="009A052C" w:rsidP="00EC26C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32E320E" w14:textId="77777777" w:rsidR="009A052C" w:rsidRPr="00F95FBD" w:rsidRDefault="009A052C" w:rsidP="00EC26CF">
            <w:pPr>
              <w:pStyle w:val="Tabulka"/>
              <w:cnfStyle w:val="100000000000" w:firstRow="1" w:lastRow="0" w:firstColumn="0" w:lastColumn="0" w:oddVBand="0" w:evenVBand="0" w:oddHBand="0" w:evenHBand="0" w:firstRowFirstColumn="0" w:firstRowLastColumn="0" w:lastRowFirstColumn="0" w:lastRowLastColumn="0"/>
            </w:pPr>
            <w:r>
              <w:t xml:space="preserve">Mgr. Jan Foldyna, </w:t>
            </w:r>
            <w:r w:rsidRPr="00DB53E6">
              <w:rPr>
                <w:lang w:eastAsia="en-US"/>
              </w:rPr>
              <w:t>právník Stavební správy východ</w:t>
            </w:r>
          </w:p>
        </w:tc>
      </w:tr>
      <w:tr w:rsidR="009A052C" w:rsidRPr="00F95FBD" w14:paraId="0B16F4C3" w14:textId="77777777" w:rsidTr="00EC26C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1DF1D0" w14:textId="77777777" w:rsidR="009A052C" w:rsidRPr="008175E5" w:rsidRDefault="009A052C" w:rsidP="00EC26CF">
            <w:pPr>
              <w:pStyle w:val="Tabulka"/>
              <w:rPr>
                <w:rStyle w:val="Nadpisvtabulce"/>
                <w:b w:val="0"/>
              </w:rPr>
            </w:pPr>
            <w:r w:rsidRPr="008175E5">
              <w:rPr>
                <w:rStyle w:val="Nadpisvtabulce"/>
                <w:b w:val="0"/>
              </w:rPr>
              <w:t>Adresa</w:t>
            </w:r>
          </w:p>
        </w:tc>
        <w:tc>
          <w:tcPr>
            <w:tcW w:w="5812" w:type="dxa"/>
            <w:vAlign w:val="top"/>
          </w:tcPr>
          <w:p w14:paraId="74D26644" w14:textId="77777777" w:rsidR="009A052C" w:rsidRPr="00DB53E6" w:rsidRDefault="009A052C" w:rsidP="00EC26CF">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46AA3744" w14:textId="77777777" w:rsidR="009A052C" w:rsidRPr="001F518E" w:rsidRDefault="009A052C" w:rsidP="00EC26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9A052C" w:rsidRPr="00F95FBD" w14:paraId="3CBFC1E5" w14:textId="77777777" w:rsidTr="00EC26C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B89424" w14:textId="77777777" w:rsidR="009A052C" w:rsidRPr="00F95FBD" w:rsidRDefault="009A052C" w:rsidP="00EC26CF">
            <w:pPr>
              <w:pStyle w:val="Tabulka"/>
            </w:pPr>
            <w:r w:rsidRPr="00F95FBD">
              <w:t>E-mail</w:t>
            </w:r>
          </w:p>
        </w:tc>
        <w:tc>
          <w:tcPr>
            <w:tcW w:w="5812" w:type="dxa"/>
            <w:vAlign w:val="top"/>
          </w:tcPr>
          <w:p w14:paraId="6617DE80" w14:textId="77777777" w:rsidR="009A052C" w:rsidRPr="001F518E" w:rsidRDefault="009A052C" w:rsidP="00EC26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FoldynaJ@spravazeleznic.cz</w:t>
            </w:r>
          </w:p>
        </w:tc>
      </w:tr>
      <w:tr w:rsidR="009A052C" w:rsidRPr="00F95FBD" w14:paraId="68A26038" w14:textId="77777777" w:rsidTr="00EC26CF">
        <w:trPr>
          <w:trHeight w:val="27"/>
        </w:trPr>
        <w:tc>
          <w:tcPr>
            <w:cnfStyle w:val="001000000000" w:firstRow="0" w:lastRow="0" w:firstColumn="1" w:lastColumn="0" w:oddVBand="0" w:evenVBand="0" w:oddHBand="0" w:evenHBand="0" w:firstRowFirstColumn="0" w:firstRowLastColumn="0" w:lastRowFirstColumn="0" w:lastRowLastColumn="0"/>
            <w:tcW w:w="3056" w:type="dxa"/>
          </w:tcPr>
          <w:p w14:paraId="237E4F86" w14:textId="77777777" w:rsidR="009A052C" w:rsidRPr="00F95FBD" w:rsidRDefault="009A052C" w:rsidP="00EC26CF">
            <w:pPr>
              <w:pStyle w:val="Tabulka"/>
            </w:pPr>
            <w:r w:rsidRPr="00F95FBD">
              <w:t>Telefon</w:t>
            </w:r>
          </w:p>
        </w:tc>
        <w:tc>
          <w:tcPr>
            <w:tcW w:w="5812" w:type="dxa"/>
            <w:vAlign w:val="top"/>
          </w:tcPr>
          <w:p w14:paraId="3FBD9FA5" w14:textId="77777777" w:rsidR="009A052C" w:rsidRPr="001F518E" w:rsidRDefault="009A052C" w:rsidP="00EC26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+420 601 160 009</w:t>
            </w:r>
          </w:p>
        </w:tc>
      </w:tr>
    </w:tbl>
    <w:p w14:paraId="38523809" w14:textId="77777777" w:rsidR="009A052C" w:rsidRPr="00F95FBD" w:rsidRDefault="009A052C" w:rsidP="009A052C">
      <w:pPr>
        <w:pStyle w:val="Textbezodsazen"/>
      </w:pPr>
    </w:p>
    <w:p w14:paraId="453C7621" w14:textId="77777777" w:rsidR="009A052C" w:rsidRPr="00F95FBD" w:rsidRDefault="009A052C" w:rsidP="009A052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A052C" w:rsidRPr="00F95FBD" w14:paraId="59A61A5F" w14:textId="77777777" w:rsidTr="00EC26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8CA70E" w14:textId="77777777" w:rsidR="009A052C" w:rsidRPr="00F95FBD" w:rsidRDefault="009A052C" w:rsidP="00EC26C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1DF1A07A" w14:textId="77777777" w:rsidR="009A052C" w:rsidRPr="001F518E" w:rsidRDefault="009A052C" w:rsidP="00EC26C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A2773">
              <w:t xml:space="preserve">Ing. </w:t>
            </w:r>
            <w:r>
              <w:t>Michaela Hanová</w:t>
            </w:r>
          </w:p>
        </w:tc>
      </w:tr>
      <w:tr w:rsidR="009A052C" w:rsidRPr="00F95FBD" w14:paraId="27B0183C" w14:textId="77777777" w:rsidTr="00EC26CF">
        <w:tc>
          <w:tcPr>
            <w:cnfStyle w:val="001000000000" w:firstRow="0" w:lastRow="0" w:firstColumn="1" w:lastColumn="0" w:oddVBand="0" w:evenVBand="0" w:oddHBand="0" w:evenHBand="0" w:firstRowFirstColumn="0" w:firstRowLastColumn="0" w:lastRowFirstColumn="0" w:lastRowLastColumn="0"/>
            <w:tcW w:w="3056" w:type="dxa"/>
          </w:tcPr>
          <w:p w14:paraId="544E953D" w14:textId="77777777" w:rsidR="009A052C" w:rsidRPr="00F95FBD" w:rsidRDefault="009A052C" w:rsidP="00EC26CF">
            <w:pPr>
              <w:pStyle w:val="Tabulka"/>
              <w:rPr>
                <w:rStyle w:val="Nadpisvtabulce"/>
                <w:b w:val="0"/>
              </w:rPr>
            </w:pPr>
            <w:r>
              <w:rPr>
                <w:rStyle w:val="Nadpisvtabulce"/>
                <w:b w:val="0"/>
              </w:rPr>
              <w:t>Adresa</w:t>
            </w:r>
          </w:p>
        </w:tc>
        <w:tc>
          <w:tcPr>
            <w:tcW w:w="5812" w:type="dxa"/>
            <w:vAlign w:val="top"/>
          </w:tcPr>
          <w:p w14:paraId="65C0201F" w14:textId="77777777" w:rsidR="009A052C" w:rsidRPr="00EA2773" w:rsidRDefault="009A052C" w:rsidP="00EC26CF">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169D32BC" w14:textId="77777777" w:rsidR="009A052C" w:rsidRPr="001F518E" w:rsidRDefault="009A052C" w:rsidP="00EC26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Oblastní ředitelství Ostrava, Muglinovská 1038/5, 702 00 Ostrava</w:t>
            </w:r>
          </w:p>
        </w:tc>
      </w:tr>
      <w:tr w:rsidR="009A052C" w:rsidRPr="00F95FBD" w14:paraId="76FA9399" w14:textId="77777777" w:rsidTr="00EC26CF">
        <w:tc>
          <w:tcPr>
            <w:cnfStyle w:val="001000000000" w:firstRow="0" w:lastRow="0" w:firstColumn="1" w:lastColumn="0" w:oddVBand="0" w:evenVBand="0" w:oddHBand="0" w:evenHBand="0" w:firstRowFirstColumn="0" w:firstRowLastColumn="0" w:lastRowFirstColumn="0" w:lastRowLastColumn="0"/>
            <w:tcW w:w="3056" w:type="dxa"/>
          </w:tcPr>
          <w:p w14:paraId="299E89A5" w14:textId="77777777" w:rsidR="009A052C" w:rsidRPr="00F95FBD" w:rsidRDefault="009A052C" w:rsidP="00EC26CF">
            <w:pPr>
              <w:pStyle w:val="Tabulka"/>
            </w:pPr>
            <w:r w:rsidRPr="00F95FBD">
              <w:t>E-mail</w:t>
            </w:r>
          </w:p>
        </w:tc>
        <w:tc>
          <w:tcPr>
            <w:tcW w:w="5812" w:type="dxa"/>
            <w:vAlign w:val="top"/>
          </w:tcPr>
          <w:p w14:paraId="42133C3C" w14:textId="77777777" w:rsidR="009A052C" w:rsidRPr="001F518E" w:rsidRDefault="009A052C" w:rsidP="00EC26C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Pr="00E142D8">
                <w:rPr>
                  <w:rStyle w:val="Hypertextovodkaz"/>
                  <w:noProof w:val="0"/>
                </w:rPr>
                <w:t>HanovaM@spravazeleznic.cz</w:t>
              </w:r>
            </w:hyperlink>
            <w:r w:rsidRPr="00EA2773">
              <w:t xml:space="preserve"> </w:t>
            </w:r>
          </w:p>
        </w:tc>
      </w:tr>
      <w:tr w:rsidR="009A052C" w:rsidRPr="00F95FBD" w14:paraId="3A77BA64" w14:textId="77777777" w:rsidTr="00EC26CF">
        <w:tc>
          <w:tcPr>
            <w:cnfStyle w:val="001000000000" w:firstRow="0" w:lastRow="0" w:firstColumn="1" w:lastColumn="0" w:oddVBand="0" w:evenVBand="0" w:oddHBand="0" w:evenHBand="0" w:firstRowFirstColumn="0" w:firstRowLastColumn="0" w:lastRowFirstColumn="0" w:lastRowLastColumn="0"/>
            <w:tcW w:w="3056" w:type="dxa"/>
          </w:tcPr>
          <w:p w14:paraId="05FD5191" w14:textId="77777777" w:rsidR="009A052C" w:rsidRPr="00F95FBD" w:rsidRDefault="009A052C" w:rsidP="00EC26CF">
            <w:pPr>
              <w:pStyle w:val="Tabulka"/>
            </w:pPr>
            <w:r w:rsidRPr="00F95FBD">
              <w:t>Telefon</w:t>
            </w:r>
          </w:p>
        </w:tc>
        <w:tc>
          <w:tcPr>
            <w:tcW w:w="5812" w:type="dxa"/>
            <w:vAlign w:val="top"/>
          </w:tcPr>
          <w:p w14:paraId="622EDA40" w14:textId="77777777" w:rsidR="009A052C" w:rsidRPr="001F518E" w:rsidRDefault="009A052C" w:rsidP="00EC26C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+420</w:t>
            </w:r>
            <w:r>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239326C2" w14:textId="77777777" w:rsidR="009A052C" w:rsidRDefault="009A052C"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lastRenderedPageBreak/>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18030C" w:rsidRPr="00F95FBD" w14:paraId="74998C51"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F86724" w14:textId="74C022C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23E144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18030C" w:rsidRPr="00F95FBD" w:rsidRDefault="0018030C" w:rsidP="0018030C">
            <w:pPr>
              <w:pStyle w:val="Tabulka"/>
            </w:pPr>
            <w:r w:rsidRPr="00F95FBD">
              <w:t>Adresa</w:t>
            </w:r>
          </w:p>
        </w:tc>
        <w:tc>
          <w:tcPr>
            <w:tcW w:w="5812" w:type="dxa"/>
            <w:vAlign w:val="top"/>
          </w:tcPr>
          <w:p w14:paraId="0B9D12A7" w14:textId="5AF6B574"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1196EA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18030C" w:rsidRPr="00F95FBD" w:rsidRDefault="0018030C" w:rsidP="0018030C">
            <w:pPr>
              <w:pStyle w:val="Tabulka"/>
            </w:pPr>
            <w:r w:rsidRPr="00F95FBD">
              <w:t>E-mail</w:t>
            </w:r>
          </w:p>
        </w:tc>
        <w:tc>
          <w:tcPr>
            <w:tcW w:w="5812" w:type="dxa"/>
            <w:vAlign w:val="top"/>
          </w:tcPr>
          <w:p w14:paraId="1EA3EBB9" w14:textId="0DD488E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r w:rsidR="0018030C" w:rsidRPr="00F95FBD" w14:paraId="614E018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18030C" w:rsidRPr="00F95FBD" w:rsidRDefault="0018030C" w:rsidP="0018030C">
            <w:pPr>
              <w:pStyle w:val="Tabulka"/>
            </w:pPr>
            <w:r w:rsidRPr="00F95FBD">
              <w:t>Telefon</w:t>
            </w:r>
          </w:p>
        </w:tc>
        <w:tc>
          <w:tcPr>
            <w:tcW w:w="5812" w:type="dxa"/>
            <w:vAlign w:val="top"/>
          </w:tcPr>
          <w:p w14:paraId="557E173A" w14:textId="212DD0B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AC0189">
              <w:rPr>
                <w:highlight w:val="yellow"/>
              </w:rPr>
              <w:fldChar w:fldCharType="begin"/>
            </w:r>
            <w:r w:rsidRPr="00AC0189">
              <w:rPr>
                <w:highlight w:val="yellow"/>
              </w:rPr>
              <w:instrText xml:space="preserve"> MACROBUTTON  VložitŠirokouMezeru "[VLOŽÍ ZHOTOVITEL]" </w:instrText>
            </w:r>
            <w:r w:rsidRPr="00AC0189">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64EA4100"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736E4">
              <w:rPr>
                <w:highlight w:val="yellow"/>
              </w:rPr>
              <w:t xml:space="preserve">Na toto místo bude jako minimální výše pojistného plnění vložena částka, která bude odpovídat výši Ceny Díla bez DPH, kterou </w:t>
            </w:r>
            <w:r w:rsidR="00306966" w:rsidRPr="00B736E4">
              <w:rPr>
                <w:highlight w:val="yellow"/>
              </w:rPr>
              <w:t xml:space="preserve">účastník výběrového řízení </w:t>
            </w:r>
            <w:r w:rsidRPr="00B736E4">
              <w:rPr>
                <w:highlight w:val="yellow"/>
              </w:rPr>
              <w:t>včlení do těla závazného vzoru Smlouvy předloženého</w:t>
            </w:r>
            <w:r w:rsidR="00A349C6" w:rsidRPr="00B736E4">
              <w:rPr>
                <w:highlight w:val="yellow"/>
              </w:rPr>
              <w:t xml:space="preserve"> v </w:t>
            </w:r>
            <w:r w:rsidRPr="00B736E4">
              <w:rPr>
                <w:highlight w:val="yellow"/>
              </w:rPr>
              <w:t xml:space="preserve">nabídce </w:t>
            </w:r>
            <w:r w:rsidR="00306966" w:rsidRPr="00B736E4">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65192FE"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B736E4" w:rsidRPr="00B736E4">
              <w:t xml:space="preserve">20 </w:t>
            </w:r>
            <w:r w:rsidRPr="00B736E4">
              <w:t>mil. Kč na jednu pojistnou událost</w:t>
            </w:r>
            <w:r w:rsidR="00A349C6" w:rsidRPr="00B736E4">
              <w:t xml:space="preserve"> a</w:t>
            </w:r>
            <w:r w:rsidR="00B736E4" w:rsidRPr="00B736E4">
              <w:t xml:space="preserve"> 40</w:t>
            </w:r>
            <w:r w:rsidRPr="00B736E4">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B736E4">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5160110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09DC">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6E6EAA4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09DC">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29E6E15E"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009DC">
            <w:rPr>
              <w:rStyle w:val="slostrnky"/>
              <w:noProof/>
            </w:rPr>
            <w:t>4</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1759FC2F"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09DC">
            <w:rPr>
              <w:rStyle w:val="slostrnky"/>
              <w:noProof/>
            </w:rPr>
            <w:t>4</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71C026AA"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09DC">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1EFB36F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09DC">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7FE142F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009DC">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31FF799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09DC">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5EC89D72" w:rsidR="003E7501" w:rsidRPr="009A052C" w:rsidRDefault="003E7501" w:rsidP="009A052C">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2B85A6D8"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09DC">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5E9EC10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09DC">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1CB1303C"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009DC">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9D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52C"/>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36E4"/>
    <w:rsid w:val="00B75EDB"/>
    <w:rsid w:val="00B75EE1"/>
    <w:rsid w:val="00B77481"/>
    <w:rsid w:val="00B774A6"/>
    <w:rsid w:val="00B836AA"/>
    <w:rsid w:val="00B8518B"/>
    <w:rsid w:val="00B9287D"/>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E607B"/>
    <w:rsid w:val="00DF116D"/>
    <w:rsid w:val="00DF5DED"/>
    <w:rsid w:val="00DF7604"/>
    <w:rsid w:val="00E00CD2"/>
    <w:rsid w:val="00E16FF7"/>
    <w:rsid w:val="00E21FA2"/>
    <w:rsid w:val="00E26D68"/>
    <w:rsid w:val="00E3180E"/>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47F4"/>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9A052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HanovaM@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32</Pages>
  <Words>6744</Words>
  <Characters>39791</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2021-01-26T08:00:00Z</cp:lastPrinted>
  <dcterms:created xsi:type="dcterms:W3CDTF">2024-01-26T06:53:00Z</dcterms:created>
  <dcterms:modified xsi:type="dcterms:W3CDTF">2024-11-27T06:23:00Z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